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50D168D0" w:rsidR="004E36AD" w:rsidRPr="0056705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b/>
          <w:bCs/>
          <w:lang w:val="en-GB" w:eastAsia="ko-KR"/>
        </w:rPr>
      </w:pPr>
      <w:r w:rsidRPr="00492684">
        <w:rPr>
          <w:b/>
          <w:lang w:val="en-GB"/>
        </w:rPr>
        <w:t>Procurement No:</w:t>
      </w:r>
      <w:r w:rsidR="00B02351">
        <w:rPr>
          <w:lang w:val="en-GB"/>
        </w:rPr>
        <w:t xml:space="preserve"> 47-G011-25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24A7EEAB" w14:textId="5FCED162" w:rsidR="00C44890" w:rsidRPr="00492684" w:rsidRDefault="00343916" w:rsidP="00C44890">
      <w:pPr>
        <w:rPr>
          <w:lang w:val="en-GB"/>
        </w:rPr>
      </w:pPr>
      <w:r>
        <w:rPr>
          <w:lang w:val="en-GB"/>
        </w:rPr>
        <w:t xml:space="preserve">The Kiribati Ports Authority is looking to procure </w:t>
      </w:r>
      <w:r w:rsidR="00E7344C">
        <w:rPr>
          <w:lang w:val="en-GB"/>
        </w:rPr>
        <w:t>1 cherry picker truck to be used for</w:t>
      </w:r>
      <w:r w:rsidR="00E7344C" w:rsidRPr="00E7344C">
        <w:t xml:space="preserve"> </w:t>
      </w:r>
      <w:r w:rsidR="00E7344C">
        <w:rPr>
          <w:lang w:val="en-GB"/>
        </w:rPr>
        <w:t>power line repair</w:t>
      </w:r>
      <w:r w:rsidR="00E7344C" w:rsidRPr="00E7344C">
        <w:rPr>
          <w:lang w:val="en-GB"/>
        </w:rPr>
        <w:t xml:space="preserve">, communication, street lighting, </w:t>
      </w:r>
      <w:r w:rsidR="00E7344C">
        <w:rPr>
          <w:lang w:val="en-GB"/>
        </w:rPr>
        <w:t xml:space="preserve">and </w:t>
      </w:r>
      <w:r w:rsidR="00E7344C" w:rsidRPr="00E7344C">
        <w:rPr>
          <w:lang w:val="en-GB"/>
        </w:rPr>
        <w:t>high-altitude maintenance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Pr="00492684" w:rsidRDefault="00C44890" w:rsidP="00C44890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</w:p>
    <w:p w14:paraId="63B9B8A8" w14:textId="32525E52" w:rsidR="002A4740" w:rsidRPr="00492684" w:rsidRDefault="00DA2C52" w:rsidP="00C44890">
      <w:pPr>
        <w:rPr>
          <w:lang w:val="en-GB"/>
        </w:rPr>
      </w:pPr>
      <w:r>
        <w:rPr>
          <w:lang w:val="en-GB"/>
        </w:rPr>
        <w:t>Refer template 2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3321152F" w14:textId="799EF480" w:rsidR="00C44890" w:rsidRPr="00492684" w:rsidRDefault="00DA2C52" w:rsidP="00C44890">
      <w:pPr>
        <w:rPr>
          <w:lang w:val="en-GB"/>
        </w:rPr>
      </w:pPr>
      <w:r>
        <w:rPr>
          <w:lang w:val="en-GB"/>
        </w:rPr>
        <w:t>None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1FAB4B7A" w14:textId="596F9DE0" w:rsidR="00C44890" w:rsidRPr="00492684" w:rsidRDefault="00DA2C52" w:rsidP="00C44890">
      <w:pPr>
        <w:rPr>
          <w:lang w:val="en-GB"/>
        </w:rPr>
      </w:pPr>
      <w:r>
        <w:rPr>
          <w:lang w:val="en-GB"/>
        </w:rPr>
        <w:t>Once payment is completed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1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2A4740" w:rsidRPr="00492684" w14:paraId="7BA20976" w14:textId="59B94A2B" w:rsidTr="002A47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4B27EF79" w:rsidR="002A4740" w:rsidRPr="00492684" w:rsidRDefault="00E7344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Cherry Picker truck</w:t>
            </w:r>
          </w:p>
        </w:tc>
        <w:tc>
          <w:tcPr>
            <w:tcW w:w="1134" w:type="dxa"/>
          </w:tcPr>
          <w:p w14:paraId="352597C6" w14:textId="22CDC86B" w:rsidR="002A4740" w:rsidRPr="00492684" w:rsidRDefault="00E7344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7E3C67F5" w14:textId="59E368D6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3B5A4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774E0324" w14:textId="3A7B673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D10AE33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0EF3A72E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468F09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873389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32EE03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4278F09A" w14:textId="5BE1C4CD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6DB6EA6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34613C25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E95E12C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6EC4DF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F47D2E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50AC8E16" w14:textId="0172A70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4B309EE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114D2645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287B7A9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B9DD2C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67DCF78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43D0D" w:rsidRPr="00492684" w14:paraId="191D13F9" w14:textId="77777777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227D14C" w14:textId="0B93FC05" w:rsidR="00243D0D" w:rsidRPr="00492684" w:rsidRDefault="00243D0D" w:rsidP="00C44890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4678" w:type="dxa"/>
          </w:tcPr>
          <w:p w14:paraId="2C9536BD" w14:textId="57C1DBD6" w:rsidR="00243D0D" w:rsidRDefault="00243D0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361BA3D" w14:textId="77777777" w:rsidR="00243D0D" w:rsidRPr="00492684" w:rsidRDefault="00243D0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07329E3D" w14:textId="77777777" w:rsidR="00243D0D" w:rsidRPr="00492684" w:rsidRDefault="00243D0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BED492D" w14:textId="77777777" w:rsidR="00243D0D" w:rsidRPr="00492684" w:rsidRDefault="00243D0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B8C16" w14:textId="77777777" w:rsidR="000730C6" w:rsidRDefault="000730C6">
      <w:r>
        <w:separator/>
      </w:r>
    </w:p>
  </w:endnote>
  <w:endnote w:type="continuationSeparator" w:id="0">
    <w:p w14:paraId="4C421F39" w14:textId="77777777" w:rsidR="000730C6" w:rsidRDefault="000730C6">
      <w:r>
        <w:continuationSeparator/>
      </w:r>
    </w:p>
  </w:endnote>
  <w:endnote w:type="continuationNotice" w:id="1">
    <w:p w14:paraId="723024A6" w14:textId="77777777" w:rsidR="000730C6" w:rsidRDefault="000730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ED4682" w:rsidRPr="00ED4682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ED4682" w:rsidRPr="00ED4682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6D79AB1D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B02351">
      <w:rPr>
        <w:noProof/>
      </w:rPr>
      <w:t>2025-12-01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5E127" w14:textId="77777777" w:rsidR="000730C6" w:rsidRDefault="000730C6">
      <w:r>
        <w:separator/>
      </w:r>
    </w:p>
  </w:footnote>
  <w:footnote w:type="continuationSeparator" w:id="0">
    <w:p w14:paraId="22DFDC22" w14:textId="77777777" w:rsidR="000730C6" w:rsidRDefault="000730C6">
      <w:r>
        <w:continuationSeparator/>
      </w:r>
    </w:p>
  </w:footnote>
  <w:footnote w:type="continuationNotice" w:id="1">
    <w:p w14:paraId="6527F5CF" w14:textId="77777777" w:rsidR="000730C6" w:rsidRDefault="000730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16CA2C7C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333524">
    <w:abstractNumId w:val="1"/>
  </w:num>
  <w:num w:numId="2" w16cid:durableId="1577858959">
    <w:abstractNumId w:val="13"/>
  </w:num>
  <w:num w:numId="3" w16cid:durableId="1307273762">
    <w:abstractNumId w:val="14"/>
  </w:num>
  <w:num w:numId="4" w16cid:durableId="674192879">
    <w:abstractNumId w:val="5"/>
  </w:num>
  <w:num w:numId="5" w16cid:durableId="2036689547">
    <w:abstractNumId w:val="4"/>
  </w:num>
  <w:num w:numId="6" w16cid:durableId="2002001194">
    <w:abstractNumId w:val="9"/>
  </w:num>
  <w:num w:numId="7" w16cid:durableId="1969163958">
    <w:abstractNumId w:val="6"/>
  </w:num>
  <w:num w:numId="8" w16cid:durableId="588126938">
    <w:abstractNumId w:val="11"/>
  </w:num>
  <w:num w:numId="9" w16cid:durableId="1518882770">
    <w:abstractNumId w:val="0"/>
  </w:num>
  <w:num w:numId="10" w16cid:durableId="1429039108">
    <w:abstractNumId w:val="10"/>
  </w:num>
  <w:num w:numId="11" w16cid:durableId="396979386">
    <w:abstractNumId w:val="2"/>
  </w:num>
  <w:num w:numId="12" w16cid:durableId="1231844368">
    <w:abstractNumId w:val="8"/>
  </w:num>
  <w:num w:numId="13" w16cid:durableId="1172985581">
    <w:abstractNumId w:val="12"/>
  </w:num>
  <w:num w:numId="14" w16cid:durableId="1561134131">
    <w:abstractNumId w:val="3"/>
  </w:num>
  <w:num w:numId="15" w16cid:durableId="194703827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72AB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0C6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4C26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033B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3D0D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3916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47D4F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054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37B0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3D64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9788E"/>
    <w:rsid w:val="007A02DA"/>
    <w:rsid w:val="007A28C6"/>
    <w:rsid w:val="007A3E71"/>
    <w:rsid w:val="007A56FE"/>
    <w:rsid w:val="007A5E3F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6653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2E2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7DD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351"/>
    <w:rsid w:val="00B0293A"/>
    <w:rsid w:val="00B03B48"/>
    <w:rsid w:val="00B04C21"/>
    <w:rsid w:val="00B04D44"/>
    <w:rsid w:val="00B053C1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9B5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3E06"/>
    <w:rsid w:val="00C840F8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080C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1A07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2C52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44C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2CE8"/>
    <w:rsid w:val="00EC401B"/>
    <w:rsid w:val="00EC51A1"/>
    <w:rsid w:val="00EC72C1"/>
    <w:rsid w:val="00ED10DE"/>
    <w:rsid w:val="00ED1288"/>
    <w:rsid w:val="00ED463D"/>
    <w:rsid w:val="00ED4682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9C4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0570DC2D-EE7C-4F81-9A0F-BF943D55C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customStyle="1" w:styleId="GridTable1Light1">
    <w:name w:val="Grid Table 1 Light1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69BA6A-C04C-47F2-B725-6D191E51C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</TotalTime>
  <Pages>2</Pages>
  <Words>102</Words>
  <Characters>584</Characters>
  <Application>Microsoft Office Word</Application>
  <DocSecurity>0</DocSecurity>
  <Lines>4</Lines>
  <Paragraphs>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685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2</cp:revision>
  <cp:lastPrinted>2013-10-18T08:32:00Z</cp:lastPrinted>
  <dcterms:created xsi:type="dcterms:W3CDTF">2025-11-30T22:02:00Z</dcterms:created>
  <dcterms:modified xsi:type="dcterms:W3CDTF">2025-11-30T22:02:00Z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8f6ceaf9-66a5-4df7-aec1-f4e8a69e9919</vt:lpwstr>
  </property>
</Properties>
</file>